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64B11B3B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9C64AB">
        <w:rPr>
          <w:rFonts w:ascii="Times New Roman" w:hAnsi="Times New Roman"/>
        </w:rPr>
        <w:t>28</w:t>
      </w:r>
      <w:r w:rsidR="00BF687E">
        <w:rPr>
          <w:rFonts w:ascii="Times New Roman" w:hAnsi="Times New Roman"/>
        </w:rPr>
        <w:t>.</w:t>
      </w:r>
      <w:r w:rsidR="009C64AB">
        <w:rPr>
          <w:rFonts w:ascii="Times New Roman" w:hAnsi="Times New Roman"/>
        </w:rPr>
        <w:t>0</w:t>
      </w:r>
      <w:r w:rsidR="00D110DF">
        <w:rPr>
          <w:rFonts w:ascii="Times New Roman" w:hAnsi="Times New Roman"/>
        </w:rPr>
        <w:t>2</w:t>
      </w:r>
      <w:r w:rsidRPr="00B801C3">
        <w:rPr>
          <w:rFonts w:ascii="Times New Roman" w:hAnsi="Times New Roman"/>
        </w:rPr>
        <w:t>.202</w:t>
      </w:r>
      <w:r w:rsidR="009C64AB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507340">
        <w:rPr>
          <w:rFonts w:ascii="Times New Roman" w:hAnsi="Times New Roman"/>
        </w:rPr>
        <w:t>1106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6050DE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6050DE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6050DE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6050DE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6050DE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6050DE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6050DE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6050DE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6050DE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6050DE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01AED4BC" w:rsidR="00B801C3" w:rsidRPr="00AE6CB7" w:rsidRDefault="0050070E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Stromtec OÜ</w:t>
            </w:r>
            <w:r w:rsidRPr="00402B05">
              <w:rPr>
                <w:rFonts w:ascii="Times New Roman" w:hAnsi="Times New Roman"/>
              </w:rPr>
              <w:t xml:space="preserve"> töö nr  </w:t>
            </w:r>
            <w:r>
              <w:rPr>
                <w:rFonts w:ascii="Times New Roman" w:hAnsi="Times New Roman"/>
              </w:rPr>
              <w:t xml:space="preserve">24-03 </w:t>
            </w:r>
            <w:r w:rsidRPr="00590754">
              <w:rPr>
                <w:rFonts w:ascii="Times New Roman" w:hAnsi="Times New Roman"/>
              </w:rPr>
              <w:t xml:space="preserve"> “</w:t>
            </w:r>
            <w:r>
              <w:rPr>
                <w:rFonts w:ascii="Times New Roman" w:hAnsi="Times New Roman"/>
              </w:rPr>
              <w:t>Silla rohumaa kinnistu detailplaneeringu ala liitumine elektrivõrguga  Tõmmiku ja Valkse küla, Karjaküla alevik,  Lääne-Harju vald, Harju maakond</w:t>
            </w:r>
            <w:r>
              <w:rPr>
                <w:rFonts w:ascii="Times New Roman" w:hAnsi="Times New Roman"/>
              </w:rPr>
              <w:t>. LC0354 ja IP6811</w:t>
            </w:r>
            <w:r w:rsidRPr="00590754">
              <w:rPr>
                <w:rFonts w:ascii="Times New Roman" w:hAnsi="Times New Roman"/>
              </w:rPr>
              <w:t>“</w:t>
            </w:r>
          </w:p>
        </w:tc>
      </w:tr>
      <w:tr w:rsidR="00B801C3" w:rsidRPr="00B801C3" w14:paraId="0755177A" w14:textId="77777777" w:rsidTr="006050DE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2F834A2D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353D2D">
              <w:rPr>
                <w:rFonts w:ascii="Times New Roman" w:hAnsi="Times New Roman"/>
              </w:rPr>
              <w:t>Harri Laks</w:t>
            </w:r>
          </w:p>
        </w:tc>
      </w:tr>
      <w:tr w:rsidR="00B801C3" w:rsidRPr="00B801C3" w14:paraId="58516777" w14:textId="77777777" w:rsidTr="006050DE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741D0EAD" w:rsidR="00B801C3" w:rsidRPr="00B801C3" w:rsidRDefault="0050070E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B13BC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="00025DA6" w:rsidRPr="000E535F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>
              <w:rPr>
                <w:rFonts w:ascii="Times New Roman" w:hAnsi="Times New Roman"/>
              </w:rPr>
              <w:t>4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1314-2</w:t>
            </w:r>
          </w:p>
        </w:tc>
      </w:tr>
      <w:tr w:rsidR="00B801C3" w:rsidRPr="00B801C3" w14:paraId="51E2B8BB" w14:textId="77777777" w:rsidTr="006050DE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3FDB92F2" w:rsidR="00B801C3" w:rsidRPr="00B801C3" w:rsidRDefault="00F938DC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4142">
              <w:rPr>
                <w:rFonts w:ascii="Times New Roman" w:hAnsi="Times New Roman"/>
              </w:rPr>
              <w:t>119</w:t>
            </w:r>
            <w:r w:rsidR="0050070E">
              <w:rPr>
                <w:rFonts w:ascii="Times New Roman" w:hAnsi="Times New Roman"/>
              </w:rPr>
              <w:t>4</w:t>
            </w:r>
            <w:r w:rsidR="006B4142">
              <w:rPr>
                <w:rFonts w:ascii="Times New Roman" w:hAnsi="Times New Roman"/>
              </w:rPr>
              <w:t xml:space="preserve"> </w:t>
            </w:r>
            <w:r w:rsidR="0050070E">
              <w:rPr>
                <w:rFonts w:ascii="Times New Roman" w:hAnsi="Times New Roman"/>
              </w:rPr>
              <w:t>Karjaküla</w:t>
            </w:r>
            <w:r w:rsidR="006B4142">
              <w:rPr>
                <w:rFonts w:ascii="Times New Roman" w:hAnsi="Times New Roman"/>
              </w:rPr>
              <w:t xml:space="preserve"> tee </w:t>
            </w:r>
          </w:p>
        </w:tc>
      </w:tr>
      <w:tr w:rsidR="00C77651" w:rsidRPr="00B801C3" w14:paraId="2974EED6" w14:textId="77777777" w:rsidTr="006050DE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7C9884BB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50070E">
              <w:rPr>
                <w:rFonts w:ascii="Times New Roman" w:hAnsi="Times New Roman"/>
              </w:rPr>
              <w:t>29501:007:0607</w:t>
            </w:r>
          </w:p>
        </w:tc>
      </w:tr>
      <w:tr w:rsidR="00C77651" w:rsidRPr="00B801C3" w14:paraId="2799306D" w14:textId="77777777" w:rsidTr="006050DE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7E0A7EE5" w:rsidR="00C77651" w:rsidRPr="0050070E" w:rsidRDefault="0050070E" w:rsidP="0050070E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>
              <w:rPr>
                <w:rFonts w:ascii="Times New Roman" w:hAnsi="Times New Roman"/>
              </w:rPr>
              <w:t>9228150</w:t>
            </w:r>
          </w:p>
        </w:tc>
      </w:tr>
      <w:tr w:rsidR="00C77651" w:rsidRPr="00B801C3" w14:paraId="616548FD" w14:textId="77777777" w:rsidTr="006050DE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673A0EBC" w:rsidR="00C77651" w:rsidRPr="00534055" w:rsidRDefault="0050070E" w:rsidP="00C77651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Riigi kinnisvararegistri objekti kood</w:t>
            </w:r>
            <w:r w:rsidR="00C77651" w:rsidRPr="00B801C3">
              <w:rPr>
                <w:rFonts w:ascii="Times New Roman" w:hAnsi="Times New Roman"/>
              </w:rPr>
              <w:t>:</w:t>
            </w:r>
            <w:r w:rsidR="00C77651" w:rsidRPr="00B801C3">
              <w:rPr>
                <w:rFonts w:ascii="Times New Roman" w:hAnsi="Times New Roman"/>
                <w:i/>
              </w:rPr>
              <w:t xml:space="preserve"> </w:t>
            </w:r>
            <w:r w:rsidR="00C77651">
              <w:t xml:space="preserve">  </w:t>
            </w:r>
            <w:r>
              <w:t>KV11267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6050DE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ED9B094" w14:textId="58700203" w:rsidR="002E5106" w:rsidRDefault="006050DE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B60550">
              <w:rPr>
                <w:rFonts w:ascii="Times New Roman" w:hAnsi="Times New Roman"/>
              </w:rPr>
              <w:t>Soovime ehitada</w:t>
            </w:r>
            <w:r>
              <w:rPr>
                <w:rFonts w:ascii="Times New Roman" w:hAnsi="Times New Roman"/>
              </w:rPr>
              <w:t xml:space="preserve"> kesk- ja</w:t>
            </w:r>
            <w:r w:rsidR="000375A9">
              <w:rPr>
                <w:rFonts w:ascii="Times New Roman" w:hAnsi="Times New Roman"/>
              </w:rPr>
              <w:t xml:space="preserve"> madalpinge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BB6BBE">
              <w:rPr>
                <w:rFonts w:ascii="Times New Roman" w:hAnsi="Times New Roman"/>
              </w:rPr>
              <w:t xml:space="preserve">ristumine </w:t>
            </w:r>
            <w:r w:rsidR="007C0443">
              <w:rPr>
                <w:rFonts w:ascii="Times New Roman" w:hAnsi="Times New Roman"/>
              </w:rPr>
              <w:t xml:space="preserve">km </w:t>
            </w:r>
            <w:r>
              <w:rPr>
                <w:rFonts w:ascii="Times New Roman" w:hAnsi="Times New Roman"/>
              </w:rPr>
              <w:t>2,13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>d</w:t>
            </w:r>
            <w:r w:rsidR="009C64AB">
              <w:rPr>
                <w:rFonts w:ascii="Times New Roman" w:hAnsi="Times New Roman"/>
              </w:rPr>
              <w:t xml:space="preserve"> ca</w:t>
            </w:r>
            <w:r w:rsidR="007675DB">
              <w:rPr>
                <w:rFonts w:ascii="Times New Roman" w:hAnsi="Times New Roman"/>
              </w:rPr>
              <w:t xml:space="preserve"> </w:t>
            </w:r>
            <w:r w:rsidR="0047087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  <w:p w14:paraId="4F2C2B9C" w14:textId="77777777" w:rsidR="009C64AB" w:rsidRDefault="006050DE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PARI kood 12736    </w:t>
            </w:r>
          </w:p>
          <w:p w14:paraId="3AD1B94C" w14:textId="5B368AEA" w:rsidR="006050DE" w:rsidRPr="00B801C3" w:rsidRDefault="006050DE" w:rsidP="00C77651">
            <w:pPr>
              <w:rPr>
                <w:rFonts w:ascii="Times New Roman" w:hAnsi="Times New Roman"/>
              </w:rPr>
            </w:pPr>
            <w:r w:rsidRPr="006050DE">
              <w:rPr>
                <w:rFonts w:ascii="Times New Roman" w:hAnsi="Times New Roman"/>
              </w:rPr>
              <w:t>https://pari.kataster.ee/magic-link/42459334-8b75-4211-b0a0-8453344fdb4e</w:t>
            </w:r>
          </w:p>
        </w:tc>
      </w:tr>
      <w:tr w:rsidR="00866D30" w:rsidRPr="00B801C3" w14:paraId="6142EDBD" w14:textId="77777777" w:rsidTr="006050DE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0EBEDCBD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9C64AB">
              <w:rPr>
                <w:rFonts w:ascii="Times New Roman" w:hAnsi="Times New Roman"/>
              </w:rPr>
              <w:t>08.02</w:t>
            </w:r>
            <w:r w:rsidR="00B13BC0">
              <w:rPr>
                <w:rFonts w:ascii="Times New Roman" w:hAnsi="Times New Roman"/>
              </w:rPr>
              <w:t>.</w:t>
            </w:r>
            <w:r w:rsidRPr="000E535F">
              <w:rPr>
                <w:rFonts w:ascii="Times New Roman" w:hAnsi="Times New Roman"/>
              </w:rPr>
              <w:t>202</w:t>
            </w:r>
            <w:r w:rsidR="009C64AB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5173C079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9C64AB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>/</w:t>
            </w:r>
            <w:r w:rsidR="009C64AB">
              <w:rPr>
                <w:rFonts w:ascii="Times New Roman" w:hAnsi="Times New Roman"/>
              </w:rPr>
              <w:t xml:space="preserve">1314-2 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6050DE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F96E1B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E0F0" w14:textId="77777777" w:rsidR="00F96E1B" w:rsidRDefault="00F96E1B">
      <w:r>
        <w:separator/>
      </w:r>
    </w:p>
  </w:endnote>
  <w:endnote w:type="continuationSeparator" w:id="0">
    <w:p w14:paraId="3E2C1F60" w14:textId="77777777" w:rsidR="00F96E1B" w:rsidRDefault="00F96E1B">
      <w:r>
        <w:continuationSeparator/>
      </w:r>
    </w:p>
  </w:endnote>
  <w:endnote w:type="continuationNotice" w:id="1">
    <w:p w14:paraId="0106DD7B" w14:textId="77777777" w:rsidR="00F96E1B" w:rsidRDefault="00F96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FE3B3" w14:textId="77777777" w:rsidR="00F96E1B" w:rsidRDefault="00F96E1B">
      <w:r>
        <w:separator/>
      </w:r>
    </w:p>
  </w:footnote>
  <w:footnote w:type="continuationSeparator" w:id="0">
    <w:p w14:paraId="6F11BED5" w14:textId="77777777" w:rsidR="00F96E1B" w:rsidRDefault="00F96E1B">
      <w:r>
        <w:continuationSeparator/>
      </w:r>
    </w:p>
  </w:footnote>
  <w:footnote w:type="continuationNotice" w:id="1">
    <w:p w14:paraId="354B75B9" w14:textId="77777777" w:rsidR="00F96E1B" w:rsidRDefault="00F96E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3726E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0070E"/>
    <w:rsid w:val="00507340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5F31"/>
    <w:rsid w:val="005D7A36"/>
    <w:rsid w:val="005E53E7"/>
    <w:rsid w:val="00601A66"/>
    <w:rsid w:val="006050DE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4F86"/>
    <w:rsid w:val="007A795F"/>
    <w:rsid w:val="007B15C2"/>
    <w:rsid w:val="007B5674"/>
    <w:rsid w:val="007C0443"/>
    <w:rsid w:val="007C1B49"/>
    <w:rsid w:val="007D1A90"/>
    <w:rsid w:val="007E3A05"/>
    <w:rsid w:val="007F109E"/>
    <w:rsid w:val="008029AC"/>
    <w:rsid w:val="008055CD"/>
    <w:rsid w:val="008058E8"/>
    <w:rsid w:val="0081552F"/>
    <w:rsid w:val="0082604D"/>
    <w:rsid w:val="008447C1"/>
    <w:rsid w:val="00852619"/>
    <w:rsid w:val="00857E2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C64AB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0C2D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4DA8"/>
    <w:rsid w:val="00CC6B93"/>
    <w:rsid w:val="00CD3A22"/>
    <w:rsid w:val="00CD4DCF"/>
    <w:rsid w:val="00CE0278"/>
    <w:rsid w:val="00CE3F01"/>
    <w:rsid w:val="00CF1FCB"/>
    <w:rsid w:val="00CF52BA"/>
    <w:rsid w:val="00D050D5"/>
    <w:rsid w:val="00D110DF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54EB8"/>
    <w:rsid w:val="00E60DD0"/>
    <w:rsid w:val="00E62F83"/>
    <w:rsid w:val="00E65992"/>
    <w:rsid w:val="00E93AC7"/>
    <w:rsid w:val="00E93B12"/>
    <w:rsid w:val="00E96B3B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7578D"/>
    <w:rsid w:val="00F9120F"/>
    <w:rsid w:val="00F938DC"/>
    <w:rsid w:val="00F94E63"/>
    <w:rsid w:val="00F96E1B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798</TotalTime>
  <Pages>2</Pages>
  <Words>328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419</cp:revision>
  <cp:lastPrinted>2022-01-11T09:20:00Z</cp:lastPrinted>
  <dcterms:created xsi:type="dcterms:W3CDTF">2022-01-10T12:44:00Z</dcterms:created>
  <dcterms:modified xsi:type="dcterms:W3CDTF">2024-02-28T08:38:00Z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